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03212" w14:textId="77777777" w:rsidR="00DC7F78" w:rsidRDefault="00DC7F78" w:rsidP="0033192B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5FCDC8E2" w14:textId="0104F41F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C31B11">
        <w:rPr>
          <w:rFonts w:ascii="Arial" w:hAnsi="Arial" w:cs="Arial"/>
          <w:b/>
          <w:sz w:val="24"/>
        </w:rPr>
        <w:t xml:space="preserve">załącznik nr </w:t>
      </w:r>
      <w:r w:rsidR="00962FD7">
        <w:rPr>
          <w:rFonts w:ascii="Arial" w:hAnsi="Arial" w:cs="Arial"/>
          <w:b/>
          <w:sz w:val="24"/>
        </w:rPr>
        <w:t>11</w:t>
      </w:r>
    </w:p>
    <w:p w14:paraId="74A078F7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6AB99" wp14:editId="5C52136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73C68" w14:textId="77777777" w:rsidR="00DC7F78" w:rsidRDefault="00DC7F78" w:rsidP="00DC7F78"/>
                          <w:p w14:paraId="6A1533C0" w14:textId="77777777" w:rsidR="00DC7F78" w:rsidRDefault="00DC7F78" w:rsidP="00DC7F78"/>
                          <w:p w14:paraId="4A6F4203" w14:textId="77777777" w:rsidR="00DC7F78" w:rsidRDefault="00DC7F78" w:rsidP="00DC7F78"/>
                          <w:p w14:paraId="29445132" w14:textId="77777777" w:rsidR="00DC7F78" w:rsidRDefault="00DC7F78" w:rsidP="00DC7F78"/>
                          <w:p w14:paraId="3CEBB86A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6AB99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28373C68" w14:textId="77777777" w:rsidR="00DC7F78" w:rsidRDefault="00DC7F78" w:rsidP="00DC7F78"/>
                    <w:p w14:paraId="6A1533C0" w14:textId="77777777" w:rsidR="00DC7F78" w:rsidRDefault="00DC7F78" w:rsidP="00DC7F78"/>
                    <w:p w14:paraId="4A6F4203" w14:textId="77777777" w:rsidR="00DC7F78" w:rsidRDefault="00DC7F78" w:rsidP="00DC7F78"/>
                    <w:p w14:paraId="29445132" w14:textId="77777777" w:rsidR="00DC7F78" w:rsidRDefault="00DC7F78" w:rsidP="00DC7F78"/>
                    <w:p w14:paraId="3CEBB86A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B4D8707" w14:textId="77777777" w:rsidR="00DC7F78" w:rsidRDefault="00DC7F78" w:rsidP="00DC7F78">
      <w:pPr>
        <w:rPr>
          <w:sz w:val="24"/>
          <w:szCs w:val="24"/>
        </w:rPr>
      </w:pPr>
    </w:p>
    <w:p w14:paraId="7841F593" w14:textId="77777777" w:rsidR="00DC7F78" w:rsidRDefault="00DC7F78" w:rsidP="00DC7F78">
      <w:pPr>
        <w:rPr>
          <w:sz w:val="24"/>
          <w:szCs w:val="24"/>
        </w:rPr>
      </w:pPr>
    </w:p>
    <w:p w14:paraId="15770709" w14:textId="77777777" w:rsidR="00DC7F78" w:rsidRDefault="00DC7F78" w:rsidP="00DC7F78">
      <w:pPr>
        <w:rPr>
          <w:sz w:val="24"/>
          <w:szCs w:val="24"/>
        </w:rPr>
      </w:pPr>
    </w:p>
    <w:p w14:paraId="125596D9" w14:textId="77777777" w:rsidR="00DC7F78" w:rsidRDefault="00DC7F78" w:rsidP="00DC7F78">
      <w:pPr>
        <w:rPr>
          <w:sz w:val="24"/>
          <w:szCs w:val="24"/>
        </w:rPr>
      </w:pPr>
    </w:p>
    <w:p w14:paraId="7888CD9B" w14:textId="77777777" w:rsidR="00DC7F78" w:rsidRDefault="00DC7F78" w:rsidP="00DC7F78">
      <w:pPr>
        <w:rPr>
          <w:sz w:val="24"/>
          <w:szCs w:val="24"/>
        </w:rPr>
      </w:pPr>
    </w:p>
    <w:p w14:paraId="3344BE27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Wykonawca </w:t>
      </w:r>
    </w:p>
    <w:p w14:paraId="6F3FA7F8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781BD212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5E56FBD7" w14:textId="77777777" w:rsidR="00DC7F78" w:rsidRPr="00911AF9" w:rsidRDefault="00DC7F78" w:rsidP="00DC7F78">
      <w:pPr>
        <w:pStyle w:val="Tekstpodstawowy2"/>
        <w:rPr>
          <w:b/>
          <w:szCs w:val="24"/>
          <w:u w:val="single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11AF9">
        <w:rPr>
          <w:b/>
          <w:szCs w:val="24"/>
          <w:u w:val="single"/>
        </w:rPr>
        <w:t xml:space="preserve"> </w:t>
      </w:r>
    </w:p>
    <w:p w14:paraId="4A085852" w14:textId="77777777" w:rsidR="00DC7F78" w:rsidRDefault="005A187C" w:rsidP="00DC7F78">
      <w:pPr>
        <w:jc w:val="center"/>
        <w:rPr>
          <w:b/>
          <w:sz w:val="28"/>
          <w:szCs w:val="28"/>
        </w:rPr>
      </w:pPr>
      <w:r w:rsidRPr="005A187C">
        <w:rPr>
          <w:b/>
          <w:sz w:val="28"/>
          <w:szCs w:val="28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rzecz, których roboty te zostały wykonane</w:t>
      </w:r>
    </w:p>
    <w:p w14:paraId="3D312D3D" w14:textId="77777777" w:rsidR="005A187C" w:rsidRPr="005A187C" w:rsidRDefault="005A187C" w:rsidP="00DC7F78">
      <w:pPr>
        <w:jc w:val="center"/>
        <w:rPr>
          <w:b/>
          <w:bCs/>
          <w:sz w:val="28"/>
          <w:szCs w:val="28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759"/>
        <w:gridCol w:w="1701"/>
        <w:gridCol w:w="1559"/>
        <w:gridCol w:w="1560"/>
        <w:gridCol w:w="1095"/>
        <w:gridCol w:w="1228"/>
      </w:tblGrid>
      <w:tr w:rsidR="00AF516A" w14:paraId="712222B0" w14:textId="27A94240" w:rsidTr="00AF516A">
        <w:trPr>
          <w:cantSplit/>
          <w:trHeight w:val="737"/>
          <w:tblHeader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A142C5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F8B4F98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792D65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49CF57DA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Przedmiot zamówienia</w:t>
            </w:r>
          </w:p>
          <w:p w14:paraId="326A3012" w14:textId="362CCAA2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t xml:space="preserve">(opis ma potwierdzać spełnienie warunku udziału w zakresie wykonania </w:t>
            </w:r>
            <w:r w:rsidR="0033192B" w:rsidRPr="0033192B">
              <w:t xml:space="preserve">minimum jedno zamówienie polegające na budowie lub przebudowie, parkingu o nawierzchni </w:t>
            </w:r>
            <w:r w:rsidR="00156790">
              <w:t>z kostki betonowej</w:t>
            </w:r>
            <w:r w:rsidR="0033192B" w:rsidRPr="0033192B">
              <w:t xml:space="preserve"> lub drogi o nawierzchni </w:t>
            </w:r>
            <w:r w:rsidR="00156790">
              <w:t>z kostki betonowej</w:t>
            </w:r>
          </w:p>
          <w:p w14:paraId="2EC2EF44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1DD8C" w14:textId="4C462022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Wartość robót budowlanych w zł brutto </w:t>
            </w:r>
            <w:r w:rsidR="0033192B">
              <w:rPr>
                <w:i/>
              </w:rPr>
              <w:t xml:space="preserve">– min. </w:t>
            </w:r>
            <w:r w:rsidR="00962FD7">
              <w:rPr>
                <w:i/>
              </w:rPr>
              <w:t>300 000,00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CEF2B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Termin  realizacji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0DD7D8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0DBC2752" w14:textId="57181D2B" w:rsidR="00AF516A" w:rsidRPr="0033192B" w:rsidRDefault="00AF516A" w:rsidP="00B335D0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 xml:space="preserve">Miejsce realizacji </w:t>
            </w:r>
          </w:p>
          <w:p w14:paraId="063D1A2F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04D21D" w14:textId="77777777" w:rsidR="00AF516A" w:rsidRPr="0033192B" w:rsidRDefault="00AF516A" w:rsidP="00AF516A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>Nazwa Zleceniodawcy</w:t>
            </w:r>
          </w:p>
          <w:p w14:paraId="3110F7E4" w14:textId="77777777" w:rsidR="00AF516A" w:rsidRPr="0033192B" w:rsidRDefault="00AF516A" w:rsidP="00AF516A">
            <w:pPr>
              <w:jc w:val="center"/>
              <w:rPr>
                <w:i/>
              </w:rPr>
            </w:pPr>
          </w:p>
          <w:p w14:paraId="235F56DC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</w:tr>
      <w:tr w:rsidR="00AF516A" w14:paraId="0898D213" w14:textId="5BC5AE42" w:rsidTr="00AF516A">
        <w:trPr>
          <w:cantSplit/>
          <w:trHeight w:val="504"/>
          <w:tblHeader/>
        </w:trPr>
        <w:tc>
          <w:tcPr>
            <w:tcW w:w="648" w:type="dxa"/>
            <w:vMerge/>
            <w:tcBorders>
              <w:left w:val="single" w:sz="4" w:space="0" w:color="auto"/>
            </w:tcBorders>
            <w:vAlign w:val="center"/>
          </w:tcPr>
          <w:p w14:paraId="45999AD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  <w:vAlign w:val="center"/>
          </w:tcPr>
          <w:p w14:paraId="30D53EE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14:paraId="7FDA40B6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2F1736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33E66A21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rozpoczęcia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center"/>
          </w:tcPr>
          <w:p w14:paraId="298230C2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029541D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zakończenia</w:t>
            </w: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EC0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0B31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AF516A" w14:paraId="04E4FBD4" w14:textId="571620FF" w:rsidTr="00AF516A">
        <w:trPr>
          <w:trHeight w:val="809"/>
        </w:trPr>
        <w:tc>
          <w:tcPr>
            <w:tcW w:w="648" w:type="dxa"/>
          </w:tcPr>
          <w:p w14:paraId="69BFD09B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EB2C2D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EAA27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66713E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3B72937A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890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B5C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732D39E" w14:textId="682D9362" w:rsidTr="00AF516A">
        <w:trPr>
          <w:trHeight w:val="809"/>
        </w:trPr>
        <w:tc>
          <w:tcPr>
            <w:tcW w:w="648" w:type="dxa"/>
          </w:tcPr>
          <w:p w14:paraId="5F9DAF48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3F5A50FF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E21970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AF68627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4E853CF1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AEC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074B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601EE85" w14:textId="50C20873" w:rsidTr="00AF516A">
        <w:trPr>
          <w:trHeight w:val="809"/>
        </w:trPr>
        <w:tc>
          <w:tcPr>
            <w:tcW w:w="648" w:type="dxa"/>
          </w:tcPr>
          <w:p w14:paraId="7E0C8984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20496F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0986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E83D8B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731D1BB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7A1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00FE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70E16ED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42923BF1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7F126F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013C4D01" w14:textId="20644766" w:rsidR="00DC7F78" w:rsidRDefault="00DC7F78" w:rsidP="00DC7F78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.............</w:t>
      </w:r>
      <w:r w:rsidR="00560D3C">
        <w:rPr>
          <w:sz w:val="24"/>
          <w:szCs w:val="24"/>
        </w:rPr>
        <w:t xml:space="preserve">.........., dn. _ _ </w:t>
      </w:r>
      <w:r w:rsidR="00E822C1">
        <w:rPr>
          <w:sz w:val="24"/>
          <w:szCs w:val="24"/>
        </w:rPr>
        <w:t xml:space="preserve">. _ </w:t>
      </w:r>
      <w:r w:rsidR="0033761A">
        <w:rPr>
          <w:sz w:val="24"/>
          <w:szCs w:val="24"/>
        </w:rPr>
        <w:t>_ . 202</w:t>
      </w:r>
      <w:r w:rsidR="004121FE">
        <w:rPr>
          <w:sz w:val="24"/>
          <w:szCs w:val="24"/>
        </w:rPr>
        <w:t>6</w:t>
      </w:r>
      <w:r>
        <w:rPr>
          <w:sz w:val="24"/>
          <w:szCs w:val="24"/>
        </w:rPr>
        <w:tab/>
        <w:t xml:space="preserve">                                             ...................................................</w:t>
      </w:r>
    </w:p>
    <w:p w14:paraId="0162C0DC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448D72D1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017A986D" w14:textId="77777777" w:rsidR="007C0A32" w:rsidRPr="007F5FA1" w:rsidRDefault="007C0A32" w:rsidP="007C0A32">
      <w:pPr>
        <w:jc w:val="right"/>
      </w:pPr>
      <w:r w:rsidRPr="007F5FA1">
        <w:t>Podpis Wykonawcy</w:t>
      </w:r>
    </w:p>
    <w:p w14:paraId="57364651" w14:textId="77777777" w:rsidR="007C0A32" w:rsidRPr="007F5FA1" w:rsidRDefault="007C0A32" w:rsidP="007C0A32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58347E85" w14:textId="77777777" w:rsidR="00DC7F78" w:rsidRDefault="007C0A32" w:rsidP="007C0A32">
      <w:pPr>
        <w:pStyle w:val="Stopka"/>
        <w:tabs>
          <w:tab w:val="clear" w:pos="4536"/>
          <w:tab w:val="clear" w:pos="9072"/>
        </w:tabs>
        <w:ind w:left="4248" w:firstLine="708"/>
        <w:rPr>
          <w:rFonts w:ascii="Arial" w:hAnsi="Arial" w:cs="Arial"/>
          <w:b/>
          <w:sz w:val="24"/>
        </w:rPr>
      </w:pPr>
      <w:r w:rsidRPr="007F5FA1">
        <w:rPr>
          <w:b/>
        </w:rPr>
        <w:t>lub podpisem zaufanym lub podpisem osobistym</w:t>
      </w:r>
    </w:p>
    <w:sectPr w:rsidR="00DC7F78" w:rsidSect="00B2383E">
      <w:headerReference w:type="first" r:id="rId7"/>
      <w:type w:val="continuous"/>
      <w:pgSz w:w="11907" w:h="16840" w:code="9"/>
      <w:pgMar w:top="851" w:right="851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B3E39" w14:textId="77777777" w:rsidR="00AA6C42" w:rsidRDefault="00AA6C42">
      <w:r>
        <w:separator/>
      </w:r>
    </w:p>
  </w:endnote>
  <w:endnote w:type="continuationSeparator" w:id="0">
    <w:p w14:paraId="1C957249" w14:textId="77777777" w:rsidR="00AA6C42" w:rsidRDefault="00AA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E4162" w14:textId="77777777" w:rsidR="00AA6C42" w:rsidRDefault="00AA6C42">
      <w:r>
        <w:separator/>
      </w:r>
    </w:p>
  </w:footnote>
  <w:footnote w:type="continuationSeparator" w:id="0">
    <w:p w14:paraId="43F17F43" w14:textId="77777777" w:rsidR="00AA6C42" w:rsidRDefault="00AA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5A9C5453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4A141A74" w14:textId="77777777" w:rsidR="005A187C" w:rsidRDefault="005A187C" w:rsidP="00C1259E">
          <w:pPr>
            <w:jc w:val="both"/>
          </w:pPr>
        </w:p>
        <w:p w14:paraId="0047B94C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A5BEB71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3644495">
    <w:abstractNumId w:val="7"/>
  </w:num>
  <w:num w:numId="2" w16cid:durableId="10073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650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4755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0996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5175708">
    <w:abstractNumId w:val="3"/>
  </w:num>
  <w:num w:numId="7" w16cid:durableId="1237013878">
    <w:abstractNumId w:val="6"/>
  </w:num>
  <w:num w:numId="8" w16cid:durableId="1118988377">
    <w:abstractNumId w:val="9"/>
  </w:num>
  <w:num w:numId="9" w16cid:durableId="763115586">
    <w:abstractNumId w:val="1"/>
  </w:num>
  <w:num w:numId="10" w16cid:durableId="21669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56790"/>
    <w:rsid w:val="00174C83"/>
    <w:rsid w:val="0018665C"/>
    <w:rsid w:val="001A69E0"/>
    <w:rsid w:val="001D6AEB"/>
    <w:rsid w:val="00206EBF"/>
    <w:rsid w:val="00232880"/>
    <w:rsid w:val="00257082"/>
    <w:rsid w:val="00263547"/>
    <w:rsid w:val="002765BB"/>
    <w:rsid w:val="00294B90"/>
    <w:rsid w:val="00295437"/>
    <w:rsid w:val="002F2250"/>
    <w:rsid w:val="003066E1"/>
    <w:rsid w:val="0033192B"/>
    <w:rsid w:val="0033761A"/>
    <w:rsid w:val="003548DD"/>
    <w:rsid w:val="003970CA"/>
    <w:rsid w:val="003A7159"/>
    <w:rsid w:val="003A74FB"/>
    <w:rsid w:val="004121FE"/>
    <w:rsid w:val="004331DB"/>
    <w:rsid w:val="004674E5"/>
    <w:rsid w:val="00483C0D"/>
    <w:rsid w:val="0049742A"/>
    <w:rsid w:val="004A32BA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54E14"/>
    <w:rsid w:val="0069069B"/>
    <w:rsid w:val="006C3D28"/>
    <w:rsid w:val="007508FF"/>
    <w:rsid w:val="0076771B"/>
    <w:rsid w:val="00782CE6"/>
    <w:rsid w:val="007923DF"/>
    <w:rsid w:val="007A4D13"/>
    <w:rsid w:val="007C0A32"/>
    <w:rsid w:val="007C0A87"/>
    <w:rsid w:val="007D413C"/>
    <w:rsid w:val="007E749D"/>
    <w:rsid w:val="007F57AD"/>
    <w:rsid w:val="0081119F"/>
    <w:rsid w:val="00887B49"/>
    <w:rsid w:val="008A4612"/>
    <w:rsid w:val="008C73D0"/>
    <w:rsid w:val="00921253"/>
    <w:rsid w:val="00927306"/>
    <w:rsid w:val="00962FD7"/>
    <w:rsid w:val="00983D28"/>
    <w:rsid w:val="00997D46"/>
    <w:rsid w:val="009A316F"/>
    <w:rsid w:val="009B5E5C"/>
    <w:rsid w:val="00A816A9"/>
    <w:rsid w:val="00AA6C42"/>
    <w:rsid w:val="00AE20B0"/>
    <w:rsid w:val="00AF516A"/>
    <w:rsid w:val="00B071E9"/>
    <w:rsid w:val="00B2383E"/>
    <w:rsid w:val="00B32F73"/>
    <w:rsid w:val="00B60EC4"/>
    <w:rsid w:val="00BC2114"/>
    <w:rsid w:val="00BE0738"/>
    <w:rsid w:val="00BE3566"/>
    <w:rsid w:val="00BE730C"/>
    <w:rsid w:val="00C07F1C"/>
    <w:rsid w:val="00C1259E"/>
    <w:rsid w:val="00C76BA7"/>
    <w:rsid w:val="00C844F1"/>
    <w:rsid w:val="00CA0D68"/>
    <w:rsid w:val="00CB01C9"/>
    <w:rsid w:val="00D3638B"/>
    <w:rsid w:val="00D40A40"/>
    <w:rsid w:val="00D815D4"/>
    <w:rsid w:val="00DA0D80"/>
    <w:rsid w:val="00DA3B3B"/>
    <w:rsid w:val="00DC614E"/>
    <w:rsid w:val="00DC7F78"/>
    <w:rsid w:val="00DD3D9B"/>
    <w:rsid w:val="00DF103E"/>
    <w:rsid w:val="00E13E3B"/>
    <w:rsid w:val="00E174E8"/>
    <w:rsid w:val="00E3432D"/>
    <w:rsid w:val="00E356C4"/>
    <w:rsid w:val="00E449C4"/>
    <w:rsid w:val="00E636CB"/>
    <w:rsid w:val="00E822C1"/>
    <w:rsid w:val="00EA30B1"/>
    <w:rsid w:val="00EA6491"/>
    <w:rsid w:val="00F00DC5"/>
    <w:rsid w:val="00F02284"/>
    <w:rsid w:val="00F839B9"/>
    <w:rsid w:val="00F93C18"/>
    <w:rsid w:val="00FA47B9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8263587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44</TotalTime>
  <Pages>1</Pages>
  <Words>124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29</cp:revision>
  <cp:lastPrinted>2024-01-09T07:37:00Z</cp:lastPrinted>
  <dcterms:created xsi:type="dcterms:W3CDTF">2020-04-02T07:16:00Z</dcterms:created>
  <dcterms:modified xsi:type="dcterms:W3CDTF">2026-02-05T09:04:00Z</dcterms:modified>
</cp:coreProperties>
</file>